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412AC" w14:textId="77777777" w:rsidR="007D736E" w:rsidRDefault="007D736E" w:rsidP="007D736E">
      <w:pPr>
        <w:rPr>
          <w:b/>
        </w:rPr>
      </w:pPr>
      <w:r>
        <w:rPr>
          <w:b/>
        </w:rPr>
        <w:t>What is it we want to learn in this project?</w:t>
      </w:r>
      <w:r>
        <w:rPr>
          <w:b/>
        </w:rPr>
        <w:br/>
      </w:r>
      <w:r>
        <w:rPr>
          <w:b/>
        </w:rPr>
        <w:br/>
      </w:r>
      <w:r w:rsidRPr="00F12D64">
        <w:rPr>
          <w:b/>
        </w:rPr>
        <w:t>Enduring understanding</w:t>
      </w:r>
    </w:p>
    <w:p w14:paraId="783D2453" w14:textId="77777777" w:rsidR="007D736E" w:rsidRDefault="00614C92" w:rsidP="007D736E">
      <w:bookmarkStart w:id="0" w:name="OLE_LINK3"/>
      <w:r w:rsidRPr="00614C92">
        <w:t xml:space="preserve">Much art contains narrative.  There are different motivations for narration. </w:t>
      </w:r>
      <w:bookmarkEnd w:id="0"/>
    </w:p>
    <w:p w14:paraId="5CA78E2B" w14:textId="77777777" w:rsidR="006430C2" w:rsidRDefault="006430C2" w:rsidP="007D736E">
      <w:pPr>
        <w:rPr>
          <w:b/>
        </w:rPr>
      </w:pPr>
    </w:p>
    <w:p w14:paraId="2305F7F1" w14:textId="77777777" w:rsidR="007D736E" w:rsidRDefault="007D736E" w:rsidP="007D736E">
      <w:pPr>
        <w:rPr>
          <w:b/>
        </w:rPr>
      </w:pPr>
      <w:r>
        <w:rPr>
          <w:b/>
        </w:rPr>
        <w:t>Essential Question</w:t>
      </w:r>
      <w:r w:rsidR="00614C92">
        <w:rPr>
          <w:b/>
        </w:rPr>
        <w:t>s</w:t>
      </w:r>
    </w:p>
    <w:p w14:paraId="370596BE" w14:textId="77777777" w:rsidR="00614C92" w:rsidRPr="00614C92" w:rsidRDefault="00614C92" w:rsidP="007D736E">
      <w:r w:rsidRPr="00614C92">
        <w:t>What types of stories do artist’s represent?</w:t>
      </w:r>
    </w:p>
    <w:p w14:paraId="571ECFBC" w14:textId="77777777" w:rsidR="007D736E" w:rsidRDefault="00614C92" w:rsidP="007D736E">
      <w:r w:rsidRPr="00614C92">
        <w:t>What role does the context play in giving meaning to an artist’s theme?</w:t>
      </w:r>
    </w:p>
    <w:p w14:paraId="08ECE759" w14:textId="2CA761D0" w:rsidR="00C9480E" w:rsidRPr="00614C92" w:rsidRDefault="00C9480E" w:rsidP="007D736E">
      <w:r>
        <w:t>What are effective ways to collaborate with others?</w:t>
      </w:r>
    </w:p>
    <w:p w14:paraId="54143CBB" w14:textId="77777777" w:rsidR="00614C92" w:rsidRPr="00614C92" w:rsidRDefault="00614C92" w:rsidP="007D736E">
      <w:pPr>
        <w:rPr>
          <w:b/>
        </w:rPr>
      </w:pPr>
    </w:p>
    <w:p w14:paraId="276ABF2E" w14:textId="77777777" w:rsidR="007D736E" w:rsidRDefault="007D736E" w:rsidP="007D736E">
      <w:pPr>
        <w:rPr>
          <w:b/>
        </w:rPr>
      </w:pPr>
      <w:r w:rsidRPr="00D949C2">
        <w:rPr>
          <w:b/>
        </w:rPr>
        <w:t>Objectives</w:t>
      </w:r>
    </w:p>
    <w:p w14:paraId="45351B1B" w14:textId="103823AF" w:rsidR="00614C92" w:rsidRPr="00614C92" w:rsidRDefault="00614C92" w:rsidP="007D736E">
      <w:r w:rsidRPr="00614C92">
        <w:t xml:space="preserve">To </w:t>
      </w:r>
      <w:r w:rsidR="00071BBB">
        <w:t>create a collaborative mural which tells a narrative story</w:t>
      </w:r>
      <w:bookmarkStart w:id="1" w:name="_GoBack"/>
      <w:bookmarkEnd w:id="1"/>
      <w:r w:rsidRPr="00614C92">
        <w:t>.</w:t>
      </w:r>
    </w:p>
    <w:p w14:paraId="215DBB05" w14:textId="77777777" w:rsidR="007D736E" w:rsidRDefault="007D736E" w:rsidP="007D736E"/>
    <w:p w14:paraId="23DC6AFC" w14:textId="77777777" w:rsidR="007D736E" w:rsidRDefault="007D736E" w:rsidP="007D736E">
      <w:pPr>
        <w:rPr>
          <w:b/>
        </w:rPr>
      </w:pPr>
      <w:r w:rsidRPr="00D949C2">
        <w:rPr>
          <w:b/>
        </w:rPr>
        <w:t>Revisited skills</w:t>
      </w:r>
    </w:p>
    <w:p w14:paraId="5A0119EA" w14:textId="77777777" w:rsidR="00614C92" w:rsidRPr="00614C92" w:rsidRDefault="00614C92" w:rsidP="007D736E">
      <w:r w:rsidRPr="00614C92">
        <w:t>FTC</w:t>
      </w:r>
    </w:p>
    <w:p w14:paraId="774C1413" w14:textId="77777777" w:rsidR="00614C92" w:rsidRPr="00614C92" w:rsidRDefault="00614C92" w:rsidP="007D736E">
      <w:r w:rsidRPr="00614C92">
        <w:t>Composition</w:t>
      </w:r>
    </w:p>
    <w:p w14:paraId="3CAB1696" w14:textId="77777777" w:rsidR="007D736E" w:rsidRDefault="007D736E" w:rsidP="007D736E"/>
    <w:p w14:paraId="0A8E51BC" w14:textId="77777777" w:rsidR="007D736E" w:rsidRDefault="007D736E" w:rsidP="007D736E">
      <w:pPr>
        <w:rPr>
          <w:b/>
        </w:rPr>
      </w:pPr>
      <w:r w:rsidRPr="00D949C2">
        <w:rPr>
          <w:b/>
        </w:rPr>
        <w:t>New Skills</w:t>
      </w:r>
    </w:p>
    <w:p w14:paraId="10E25997" w14:textId="77777777" w:rsidR="00614C92" w:rsidRPr="00614C92" w:rsidRDefault="00614C92" w:rsidP="007D736E">
      <w:r w:rsidRPr="00614C92">
        <w:t>Mural design</w:t>
      </w:r>
    </w:p>
    <w:p w14:paraId="5693A37C" w14:textId="77777777" w:rsidR="007D736E" w:rsidRDefault="007D736E" w:rsidP="007D736E"/>
    <w:p w14:paraId="78F3BDA3" w14:textId="77777777" w:rsidR="00C87FDD" w:rsidRDefault="00C87FDD"/>
    <w:sectPr w:rsidR="00C87FDD" w:rsidSect="00C87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맑은 고딕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C92"/>
    <w:rsid w:val="0000398F"/>
    <w:rsid w:val="00071BBB"/>
    <w:rsid w:val="002835CC"/>
    <w:rsid w:val="004C67DE"/>
    <w:rsid w:val="005766F3"/>
    <w:rsid w:val="00614C92"/>
    <w:rsid w:val="006430C2"/>
    <w:rsid w:val="007D736E"/>
    <w:rsid w:val="00C87FDD"/>
    <w:rsid w:val="00C9480E"/>
    <w:rsid w:val="00DF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288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evermanb\My%20Documents\Backup\Most%20Used\unart%20curriculum\grade%209\What%20is%20it%20we%20want%20to%20learn%20in%20this%20projec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Settings\revermanb\My Documents\Backup\Most Used\unart curriculum\grade 9\What is it we want to learn in this project.dotx</Template>
  <TotalTime>3</TotalTime>
  <Pages>1</Pages>
  <Words>70</Words>
  <Characters>403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repair</dc:creator>
  <cp:keywords/>
  <dc:description/>
  <cp:lastModifiedBy>Brian Reverman [STAFF]</cp:lastModifiedBy>
  <cp:revision>5</cp:revision>
  <dcterms:created xsi:type="dcterms:W3CDTF">2012-10-18T01:44:00Z</dcterms:created>
  <dcterms:modified xsi:type="dcterms:W3CDTF">2012-10-30T00:41:00Z</dcterms:modified>
</cp:coreProperties>
</file>